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#7f7f7f [1612]" angle="-45" focus="-50%" type="gradient"/>
    </v:background>
  </w:background>
  <w:body>
    <w:p w:rsidR="00A77ADF" w:rsidRPr="00A77ADF" w:rsidRDefault="00EC72D7">
      <w:pPr>
        <w:rPr>
          <w:rFonts w:ascii="Showcard Gothic" w:hAnsi="Showcard Gothic"/>
          <w:b/>
          <w:sz w:val="96"/>
          <w:szCs w:val="96"/>
          <w14:glow w14:rad="228600">
            <w14:schemeClr w14:val="accent2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2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3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5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4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A77ADF">
        <w:rPr>
          <w:rFonts w:ascii="Showcard Gothic" w:hAnsi="Showcard Gothic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A77ADF">
        <w:rPr>
          <w:rFonts w:ascii="Showcard Gothic" w:hAnsi="Showcard Gothic"/>
          <w:b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</w:t>
      </w:r>
      <w:r w:rsidRPr="00A77ADF">
        <w:rPr>
          <w:rFonts w:ascii="Showcard Gothic" w:hAnsi="Showcard Gothic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4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5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</w:t>
      </w:r>
      <w:r w:rsidRPr="00A77ADF">
        <w:rPr>
          <w:rFonts w:ascii="Showcard Gothic" w:hAnsi="Showcard Gothic"/>
          <w:b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="004D7DE7">
        <w:rPr>
          <w:rFonts w:ascii="Showcard Gothic" w:hAnsi="Showcard Gothic"/>
          <w:b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</w:t>
      </w:r>
      <w:proofErr w:type="gramEnd"/>
    </w:p>
    <w:p w:rsidR="00EC72D7" w:rsidRPr="00EC72D7" w:rsidRDefault="004D7DE7">
      <w:pPr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It felt terrifying </w:t>
      </w:r>
      <w:r w:rsidR="00875288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>I was so nervous that</w:t>
      </w:r>
      <w:r w:rsidR="003D28F3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the </w:t>
      </w:r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palms </w:t>
      </w:r>
      <w:r w:rsidR="003D28F3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of </w:t>
      </w:r>
      <w:proofErr w:type="gramStart"/>
      <w:r w:rsidR="003D28F3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>my  hands</w:t>
      </w:r>
      <w:proofErr w:type="gramEnd"/>
      <w:r w:rsidR="003D28F3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were sweating and my eyes almost popped  out of my head. I swallowed hard and put one foot back and let go of the rope a little bit.</w:t>
      </w:r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 Below me my mum was cheering me on. The rough </w:t>
      </w:r>
      <w:proofErr w:type="gramStart"/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>rope  was</w:t>
      </w:r>
      <w:proofErr w:type="gramEnd"/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cutting into my hands. I was scared out of my wits, as I slowly  </w:t>
      </w:r>
      <w:r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went down the </w:t>
      </w:r>
      <w:proofErr w:type="gramStart"/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>wall</w:t>
      </w:r>
      <w:r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 </w:t>
      </w:r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>and</w:t>
      </w:r>
      <w:proofErr w:type="gramEnd"/>
      <w:r w:rsidR="00A968A9"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made it down to the bottom. Everyone patted me on the back.</w:t>
      </w:r>
      <w:bookmarkStart w:id="0" w:name="_GoBack"/>
      <w:bookmarkEnd w:id="0"/>
      <w:r>
        <w:rPr>
          <w:rFonts w:ascii="Showcard Gothic" w:hAnsi="Showcard Gothic"/>
          <w:b/>
          <w:color w:val="9933FF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C72D7" w:rsidRPr="00EC72D7" w:rsidSect="00A968A9">
      <w:pgSz w:w="11906" w:h="16838"/>
      <w:pgMar w:top="1440" w:right="1440" w:bottom="1440" w:left="1440" w:header="708" w:footer="708" w:gutter="0"/>
      <w:pgBorders w:offsetFrom="page">
        <w:top w:val="compass" w:sz="20" w:space="24" w:color="0070C0"/>
        <w:left w:val="compass" w:sz="20" w:space="24" w:color="0070C0"/>
        <w:bottom w:val="compass" w:sz="20" w:space="24" w:color="0070C0"/>
        <w:right w:val="compass" w:sz="20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D7"/>
    <w:rsid w:val="000A30BE"/>
    <w:rsid w:val="00372499"/>
    <w:rsid w:val="003D28F3"/>
    <w:rsid w:val="004D7DE7"/>
    <w:rsid w:val="00875288"/>
    <w:rsid w:val="00A77ADF"/>
    <w:rsid w:val="00A968A9"/>
    <w:rsid w:val="00EC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6c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B7D42210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cp:lastPrinted>2012-03-27T23:32:00Z</cp:lastPrinted>
  <dcterms:created xsi:type="dcterms:W3CDTF">2012-03-27T23:36:00Z</dcterms:created>
  <dcterms:modified xsi:type="dcterms:W3CDTF">2012-03-27T23:36:00Z</dcterms:modified>
</cp:coreProperties>
</file>